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03E63" wp14:editId="73D62398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02216" cy="3077308"/>
                <wp:effectExtent l="0" t="0" r="17780" b="279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2216" cy="307730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2.6pt;height:24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" filled="f" strokecolor="#7030a0" strokeweight="1pt"/>
            </w:pict>
          </mc:Fallback>
        </mc:AlternateContent>
      </w:r>
      <w:r w:rsidR="00C60FD7">
        <w:rPr>
          <w:rFonts w:ascii="Arial" w:hAnsi="Arial" w:cs="Arial"/>
          <w:b/>
          <w:color w:val="7030A0"/>
          <w:sz w:val="28"/>
          <w:szCs w:val="28"/>
        </w:rPr>
        <w:t>FISHING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F23EBB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la pêche aux poissons, à la pêche au savoir : découvrir et apprendre quelques mots d'anglais tout en s'amusant.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41B6D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 13-14, L 17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E52FD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641B6D">
        <w:rPr>
          <w:rFonts w:ascii="Arial" w:hAnsi="Arial" w:cs="Arial"/>
        </w:rPr>
        <w:t xml:space="preserve"> MSN 11</w:t>
      </w:r>
      <w:r w:rsidR="001A573E">
        <w:rPr>
          <w:rFonts w:ascii="Arial" w:hAnsi="Arial" w:cs="Arial"/>
        </w:rPr>
        <w:t>, MSN 12, MSN 13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A573E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A573E">
        <w:rPr>
          <w:rFonts w:ascii="Arial" w:hAnsi="Arial" w:cs="Arial"/>
        </w:rPr>
        <w:t>A 11 AV, A 12 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1A573E">
        <w:rPr>
          <w:rFonts w:ascii="Arial" w:hAnsi="Arial" w:cs="Arial"/>
        </w:rPr>
        <w:t xml:space="preserve">CM 11, CM 12, CM 14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A573E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1A573E">
        <w:rPr>
          <w:rFonts w:ascii="Arial" w:hAnsi="Arial" w:cs="Arial"/>
        </w:rPr>
        <w:t xml:space="preserve"> Collaboration, communication, stratégie</w:t>
      </w:r>
      <w:r w:rsidR="00A17A1C">
        <w:rPr>
          <w:rFonts w:ascii="Arial" w:hAnsi="Arial" w:cs="Arial"/>
        </w:rPr>
        <w:t>s</w:t>
      </w:r>
      <w:bookmarkStart w:id="0" w:name="_GoBack"/>
      <w:bookmarkEnd w:id="0"/>
      <w:r w:rsidR="001A573E">
        <w:rPr>
          <w:rFonts w:ascii="Arial" w:hAnsi="Arial" w:cs="Arial"/>
        </w:rPr>
        <w:t xml:space="preserve"> d'apprentissage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1124BA" w:rsidRDefault="001124BA" w:rsidP="001124B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Pr="00F23EBB" w:rsidRDefault="004B3F3D" w:rsidP="00F23EBB">
      <w:pPr>
        <w:spacing w:after="0"/>
        <w:jc w:val="both"/>
        <w:rPr>
          <w:rFonts w:ascii="Arial" w:hAnsi="Arial" w:cs="Arial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F23EBB" w:rsidRPr="00F23EBB" w:rsidRDefault="00F23EBB" w:rsidP="00F23EBB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F23EBB" w:rsidRPr="00F23EBB" w:rsidRDefault="00F23EBB" w:rsidP="00F23EBB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F23EBB">
        <w:rPr>
          <w:rFonts w:ascii="Arial" w:hAnsi="Arial" w:cs="Arial"/>
          <w:b/>
        </w:rPr>
        <w:t>Un jeu de pêche (à remplir avec de l'eau)</w:t>
      </w:r>
    </w:p>
    <w:p w:rsidR="00F23EBB" w:rsidRDefault="00F23EBB" w:rsidP="00F23EBB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F23EBB">
        <w:rPr>
          <w:rFonts w:ascii="Arial" w:hAnsi="Arial" w:cs="Arial"/>
          <w:b/>
        </w:rPr>
        <w:t xml:space="preserve">1 dé </w:t>
      </w:r>
    </w:p>
    <w:p w:rsidR="00716697" w:rsidRDefault="00716697" w:rsidP="00F23EBB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20" w:rsidRDefault="005B1E20" w:rsidP="00687DE3">
      <w:pPr>
        <w:spacing w:after="0" w:line="240" w:lineRule="auto"/>
      </w:pPr>
      <w:r>
        <w:separator/>
      </w:r>
    </w:p>
  </w:endnote>
  <w:endnote w:type="continuationSeparator" w:id="0">
    <w:p w:rsidR="005B1E20" w:rsidRDefault="005B1E20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20" w:rsidRDefault="005B1E20" w:rsidP="00687DE3">
      <w:pPr>
        <w:spacing w:after="0" w:line="240" w:lineRule="auto"/>
      </w:pPr>
      <w:r>
        <w:separator/>
      </w:r>
    </w:p>
  </w:footnote>
  <w:footnote w:type="continuationSeparator" w:id="0">
    <w:p w:rsidR="005B1E20" w:rsidRDefault="005B1E20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754E6"/>
    <w:multiLevelType w:val="hybridMultilevel"/>
    <w:tmpl w:val="A918A1E0"/>
    <w:lvl w:ilvl="0" w:tplc="10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124BA"/>
    <w:rsid w:val="001A4A00"/>
    <w:rsid w:val="001A573E"/>
    <w:rsid w:val="003F707B"/>
    <w:rsid w:val="004163C9"/>
    <w:rsid w:val="004B3F3D"/>
    <w:rsid w:val="00507F03"/>
    <w:rsid w:val="005B1E20"/>
    <w:rsid w:val="00641B6D"/>
    <w:rsid w:val="00687DE3"/>
    <w:rsid w:val="00716697"/>
    <w:rsid w:val="00913017"/>
    <w:rsid w:val="0094240B"/>
    <w:rsid w:val="00A17A1C"/>
    <w:rsid w:val="00C20382"/>
    <w:rsid w:val="00C60FD7"/>
    <w:rsid w:val="00D61C79"/>
    <w:rsid w:val="00D660C8"/>
    <w:rsid w:val="00D75DB1"/>
    <w:rsid w:val="00DF5E50"/>
    <w:rsid w:val="00E52FDA"/>
    <w:rsid w:val="00F23EBB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DEA22ED1.dotm</Template>
  <TotalTime>1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2019-07-22T13:18:00Z</dcterms:created>
  <dcterms:modified xsi:type="dcterms:W3CDTF">2019-07-29T06:32:00Z</dcterms:modified>
</cp:coreProperties>
</file>